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A4562" w14:textId="4CA75E28" w:rsidR="004D36D7" w:rsidRPr="00FD4A68" w:rsidRDefault="0047651C" w:rsidP="004C5C1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D9A7A7BC4F444F318C350ACB8018126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C5C10">
            <w:t>Packet Tracer - Verify IPv4 and IPv6 Addressing</w:t>
          </w:r>
        </w:sdtContent>
      </w:sdt>
      <w:r w:rsidR="004D36D7" w:rsidRPr="00FD4A68">
        <w:t xml:space="preserve"> </w:t>
      </w:r>
    </w:p>
    <w:p w14:paraId="15EDEAC4" w14:textId="77777777" w:rsidR="004C5C10" w:rsidRPr="00BB73FF" w:rsidRDefault="004C5C10" w:rsidP="004C5C10">
      <w:pPr>
        <w:pStyle w:val="Heading1"/>
        <w:numPr>
          <w:ilvl w:val="0"/>
          <w:numId w:val="0"/>
        </w:numPr>
      </w:pPr>
      <w:r w:rsidRPr="00BB73FF">
        <w:t>Addressing Table</w:t>
      </w:r>
    </w:p>
    <w:tbl>
      <w:tblPr>
        <w:tblW w:w="966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/ prefix and default gateway. There are blank cells for the PCs where you can enter the IP address and default gateway. Type your answers in the cells listed as &quot;blank&quot;."/>
      </w:tblPr>
      <w:tblGrid>
        <w:gridCol w:w="1617"/>
        <w:gridCol w:w="1800"/>
        <w:gridCol w:w="2520"/>
        <w:gridCol w:w="1821"/>
        <w:gridCol w:w="1911"/>
      </w:tblGrid>
      <w:tr w:rsidR="004C5C10" w14:paraId="1112DD16" w14:textId="77777777" w:rsidTr="004D0D6D">
        <w:trPr>
          <w:cantSplit/>
          <w:trHeight w:val="517"/>
          <w:jc w:val="center"/>
        </w:trPr>
        <w:tc>
          <w:tcPr>
            <w:tcW w:w="161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3540CCF" w14:textId="77777777" w:rsidR="004C5C10" w:rsidRPr="00E87D62" w:rsidRDefault="004C5C10" w:rsidP="004C5C10">
            <w:pPr>
              <w:pStyle w:val="TableHeading"/>
            </w:pPr>
            <w:r w:rsidRPr="00E87D62">
              <w:t>Device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A7C5677" w14:textId="77777777" w:rsidR="004C5C10" w:rsidRPr="00E87D62" w:rsidRDefault="004C5C10" w:rsidP="004C5C10">
            <w:pPr>
              <w:pStyle w:val="TableHeading"/>
            </w:pPr>
            <w:r w:rsidRPr="00E87D62">
              <w:t>Interface</w:t>
            </w:r>
          </w:p>
        </w:tc>
        <w:tc>
          <w:tcPr>
            <w:tcW w:w="43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F0DD0F8" w14:textId="15060F17" w:rsidR="004C5C10" w:rsidRPr="00E87D62" w:rsidRDefault="004C5C10" w:rsidP="004C5C10">
            <w:pPr>
              <w:pStyle w:val="TableHeading"/>
            </w:pPr>
            <w:r>
              <w:t>IP Address</w:t>
            </w:r>
            <w:r w:rsidR="00714F46">
              <w:t xml:space="preserve"> </w:t>
            </w:r>
            <w:r>
              <w:t>/</w:t>
            </w:r>
            <w:r w:rsidR="00714F46">
              <w:t xml:space="preserve"> </w:t>
            </w:r>
            <w:r>
              <w:t>Prefix</w:t>
            </w:r>
          </w:p>
        </w:tc>
        <w:tc>
          <w:tcPr>
            <w:tcW w:w="19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016ADB5" w14:textId="77777777" w:rsidR="004C5C10" w:rsidRPr="00E87D62" w:rsidRDefault="004C5C10" w:rsidP="004C5C10">
            <w:pPr>
              <w:pStyle w:val="TableHeading"/>
            </w:pPr>
            <w:r w:rsidRPr="00E87D62">
              <w:t>Default Gateway</w:t>
            </w:r>
          </w:p>
        </w:tc>
      </w:tr>
      <w:tr w:rsidR="004C5C10" w14:paraId="7A162EB6" w14:textId="77777777" w:rsidTr="004D0D6D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BB850CA" w14:textId="77777777" w:rsidR="004C5C10" w:rsidRDefault="004C5C10" w:rsidP="004C5C10">
            <w:pPr>
              <w:pStyle w:val="TableText"/>
              <w:jc w:val="both"/>
            </w:pPr>
            <w:r>
              <w:t>R1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90006EA" w14:textId="77777777" w:rsidR="004C5C10" w:rsidRPr="00E87D62" w:rsidRDefault="004C5C10" w:rsidP="004C5C10">
            <w:pPr>
              <w:pStyle w:val="TableText"/>
            </w:pPr>
            <w:r>
              <w:t>G0/0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115F4F4" w14:textId="77777777" w:rsidR="004C5C10" w:rsidRPr="00E87D62" w:rsidRDefault="004C5C10" w:rsidP="004C5C10">
            <w:pPr>
              <w:pStyle w:val="TableText"/>
            </w:pPr>
            <w:r>
              <w:t xml:space="preserve">10.10.1.97 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2632C74" w14:textId="77777777" w:rsidR="004C5C10" w:rsidRPr="00E87D62" w:rsidRDefault="004C5C10" w:rsidP="004C5C10">
            <w:pPr>
              <w:pStyle w:val="TableText"/>
            </w:pPr>
            <w:r>
              <w:t>255.255.255.224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51AD22A0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768C437A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00AED1C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E3721B6" w14:textId="77777777" w:rsidR="000F71DC" w:rsidRPr="00E87D62" w:rsidRDefault="000F71DC" w:rsidP="000F71DC">
            <w:pPr>
              <w:pStyle w:val="ConfigWindow"/>
            </w:pPr>
            <w:r>
              <w:t>G0/0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24153B74" w14:textId="2578C620" w:rsidR="000F71DC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8:1:1::1/64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D96A030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07AB8BA5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E058AB0" w14:textId="77777777" w:rsidR="004C5C10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5A68D61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18A9D6D" w14:textId="77777777" w:rsidR="004C5C10" w:rsidRPr="00E87D62" w:rsidRDefault="004C5C10" w:rsidP="004C5C10">
            <w:pPr>
              <w:pStyle w:val="TableText"/>
            </w:pPr>
            <w:r>
              <w:t>10.10.1.6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DC63A9C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48C34E9C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0F63F584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B18EBAB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615D7D6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F0608FA" w14:textId="4C792112" w:rsidR="000F71DC" w:rsidRPr="00E87D62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8:1:2::2/64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5934FA9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0F71DC" w14:paraId="6BB8D60E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8CE8ABE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6AD60EE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746C765B" w14:textId="0E1979D6" w:rsidR="000F71DC" w:rsidRDefault="00211DD5" w:rsidP="004C5C10">
            <w:pPr>
              <w:pStyle w:val="TableText"/>
            </w:pPr>
            <w:r>
              <w:t>fe</w:t>
            </w:r>
            <w:r w:rsidR="000F71DC">
              <w:t>80::1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005707B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080160EB" w14:textId="77777777" w:rsidTr="004D0D6D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CF8B9D8" w14:textId="77777777" w:rsidR="004C5C10" w:rsidRDefault="004C5C10" w:rsidP="004C5C10">
            <w:pPr>
              <w:pStyle w:val="TableText"/>
            </w:pPr>
            <w:r>
              <w:t>R2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CFE6451" w14:textId="77777777" w:rsidR="004C5C10" w:rsidRPr="00E87D62" w:rsidRDefault="004C5C10" w:rsidP="004C5C10">
            <w:pPr>
              <w:pStyle w:val="TableText"/>
            </w:pPr>
            <w:r>
              <w:t>S0/0/0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65B50E4" w14:textId="77777777" w:rsidR="004C5C10" w:rsidRPr="00E87D62" w:rsidRDefault="004C5C10" w:rsidP="004C5C10">
            <w:pPr>
              <w:pStyle w:val="TableText"/>
            </w:pPr>
            <w:r>
              <w:t>10.10.1.5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183B1006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2CE27DD0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1CDDC334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7EFCE5F" w14:textId="77777777" w:rsidR="000F71DC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5CCD26E" w14:textId="77777777" w:rsidR="000F71DC" w:rsidRPr="00E87D62" w:rsidRDefault="000F71DC" w:rsidP="000F71DC">
            <w:pPr>
              <w:pStyle w:val="ConfigWindow"/>
            </w:pPr>
            <w:r>
              <w:t>S0/0/0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1DB1771E" w14:textId="3EEF8373" w:rsidR="000F71DC" w:rsidRPr="00E87D62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8:1:2::1/64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C33735E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6C3FCC8F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2966482" w14:textId="77777777" w:rsidR="004C5C10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E9A6EB2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5958798" w14:textId="77777777" w:rsidR="004C5C10" w:rsidRPr="00E87D62" w:rsidRDefault="004C5C10" w:rsidP="004C5C10">
            <w:pPr>
              <w:pStyle w:val="TableText"/>
            </w:pPr>
            <w:r>
              <w:t>10.10.1.9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47FB666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22853B47" w14:textId="77777777" w:rsidR="004C5C10" w:rsidRPr="00E87D62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7A0DC36E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6978BDF" w14:textId="77777777" w:rsidR="000F71DC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EDDE903" w14:textId="77777777" w:rsidR="000F71DC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24113BA" w14:textId="75F53733" w:rsidR="000F71DC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8:1:3::1/64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59E6ECF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0F71DC" w14:paraId="4D4B6CD4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0F47B2" w14:textId="77777777" w:rsidR="000F71DC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E3E77DE" w14:textId="77777777" w:rsidR="000F71DC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4D895165" w14:textId="51189CEB" w:rsidR="000F71DC" w:rsidRPr="00A67E9E" w:rsidRDefault="00211DD5" w:rsidP="004C5C10">
            <w:pPr>
              <w:pStyle w:val="TableText"/>
            </w:pPr>
            <w:r>
              <w:t>fe</w:t>
            </w:r>
            <w:r w:rsidR="000F71DC">
              <w:t>80::2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804700D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0D3191E0" w14:textId="77777777" w:rsidTr="004D0D6D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19ACD24" w14:textId="77777777" w:rsidR="004C5C10" w:rsidRDefault="004C5C10" w:rsidP="004C5C10">
            <w:pPr>
              <w:pStyle w:val="TableText"/>
            </w:pPr>
            <w:r>
              <w:t>R3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ABCCCE7" w14:textId="77777777" w:rsidR="004C5C10" w:rsidRPr="00E87D62" w:rsidRDefault="004C5C10" w:rsidP="004C5C10">
            <w:pPr>
              <w:pStyle w:val="TableText"/>
            </w:pPr>
            <w:r>
              <w:t>G0/0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80D5FD6" w14:textId="77777777" w:rsidR="004C5C10" w:rsidRDefault="004C5C10" w:rsidP="004C5C10">
            <w:pPr>
              <w:pStyle w:val="TableText"/>
            </w:pPr>
            <w:r>
              <w:t>10.10.1.17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42244C6" w14:textId="77777777" w:rsidR="004C5C10" w:rsidRDefault="004C5C10" w:rsidP="004C5C10">
            <w:pPr>
              <w:pStyle w:val="TableText"/>
            </w:pPr>
            <w:r>
              <w:t>255.255.255.240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31B523F7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5C384F89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1B5FB5E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791970" w14:textId="77777777" w:rsidR="000F71DC" w:rsidRPr="00E87D62" w:rsidRDefault="000F71DC" w:rsidP="000F71DC">
            <w:pPr>
              <w:pStyle w:val="ConfigWindow"/>
            </w:pPr>
            <w:r>
              <w:t>G0/0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29D1EB27" w14:textId="4A3DB6BE" w:rsidR="000F71DC" w:rsidRPr="00595D04" w:rsidRDefault="000F71DC" w:rsidP="004C5C10">
            <w:pPr>
              <w:pStyle w:val="TableText"/>
              <w:rPr>
                <w:b/>
              </w:rPr>
            </w:pPr>
            <w:r>
              <w:t>2001:</w:t>
            </w:r>
            <w:r w:rsidR="00211DD5">
              <w:t>db</w:t>
            </w:r>
            <w:r>
              <w:t>8:1:4::1/64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5370E9B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7E23B93F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7502517" w14:textId="77777777" w:rsidR="004C5C10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8ABD9E4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3D2E774" w14:textId="77777777" w:rsidR="004C5C10" w:rsidRDefault="004C5C10" w:rsidP="004C5C10">
            <w:pPr>
              <w:pStyle w:val="TableText"/>
            </w:pPr>
            <w:r>
              <w:t>10.10.1.10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D062EFF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5145CF04" w14:textId="77777777" w:rsidR="004C5C10" w:rsidRDefault="004C5C10" w:rsidP="004C5C10">
            <w:pPr>
              <w:pStyle w:val="TableText"/>
            </w:pPr>
            <w:r>
              <w:t>N/A</w:t>
            </w:r>
          </w:p>
        </w:tc>
      </w:tr>
      <w:tr w:rsidR="000F71DC" w14:paraId="74D26C0B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B869C33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623232D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09363B" w14:textId="09600887" w:rsidR="000F71DC" w:rsidRPr="001D4A02" w:rsidRDefault="000F71DC" w:rsidP="004C5C10">
            <w:pPr>
              <w:pStyle w:val="TableText"/>
            </w:pPr>
            <w:r>
              <w:t>2001:</w:t>
            </w:r>
            <w:r w:rsidR="00211DD5">
              <w:t>db</w:t>
            </w:r>
            <w:r>
              <w:t>8:1:3::2/64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572812C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0F71DC" w14:paraId="6825CFDB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787D3E3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0D888E7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4E08CCCD" w14:textId="11F4A94F" w:rsidR="000F71DC" w:rsidRPr="00B92CFF" w:rsidRDefault="00211DD5" w:rsidP="004C5C10">
            <w:pPr>
              <w:pStyle w:val="TableText"/>
            </w:pPr>
            <w:r>
              <w:t>fe</w:t>
            </w:r>
            <w:r w:rsidR="000F71DC">
              <w:t>80::3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42A5A7DE" w14:textId="77777777" w:rsidR="000F71DC" w:rsidRDefault="000F71DC" w:rsidP="00CF12A5">
            <w:pPr>
              <w:pStyle w:val="ConfigWindow"/>
            </w:pPr>
            <w:r>
              <w:t>N/A</w:t>
            </w:r>
          </w:p>
        </w:tc>
      </w:tr>
      <w:tr w:rsidR="004C5C10" w14:paraId="330E1295" w14:textId="77777777" w:rsidTr="004D0D6D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DA3E718" w14:textId="77777777" w:rsidR="004C5C10" w:rsidRPr="00E87D62" w:rsidRDefault="004C5C10" w:rsidP="004C5C10">
            <w:pPr>
              <w:pStyle w:val="TableText"/>
            </w:pPr>
            <w:r>
              <w:t>PC1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3E531B9" w14:textId="77777777" w:rsidR="004C5C10" w:rsidRPr="00E87D62" w:rsidRDefault="004C5C10" w:rsidP="004C5C10">
            <w:pPr>
              <w:pStyle w:val="TableText"/>
            </w:pPr>
            <w:r>
              <w:t>NIC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AB17446" w14:textId="7A8B3271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4C69B1D" w14:textId="2BE76F81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423980C6" w14:textId="3F8F373C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</w:tr>
      <w:tr w:rsidR="000F71DC" w14:paraId="3AC8A989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DEBB220" w14:textId="77777777" w:rsidR="000F71DC" w:rsidRPr="00E87D62" w:rsidRDefault="000F71DC" w:rsidP="000F71DC">
            <w:pPr>
              <w:pStyle w:val="ConfigWindow"/>
            </w:pPr>
            <w:r>
              <w:t>PC1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161D40DB" w14:textId="77777777" w:rsidR="000F71DC" w:rsidRPr="004D0D6D" w:rsidRDefault="000F71DC" w:rsidP="004D0D6D">
            <w:pPr>
              <w:pStyle w:val="ConfigWindow"/>
              <w:spacing w:after="120"/>
              <w:rPr>
                <w:sz w:val="20"/>
                <w:szCs w:val="20"/>
              </w:rPr>
            </w:pPr>
            <w:r w:rsidRPr="004D0D6D">
              <w:rPr>
                <w:sz w:val="20"/>
                <w:szCs w:val="20"/>
              </w:rPr>
              <w:t>NIC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7B4DD31E" w14:textId="3E02E72A" w:rsidR="000F71DC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73A923A0" w14:textId="643E7E1D" w:rsidR="000F71DC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</w:tr>
      <w:tr w:rsidR="004C5C10" w14:paraId="521CCC4A" w14:textId="77777777" w:rsidTr="004D0D6D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F1CC2B6" w14:textId="77777777" w:rsidR="004C5C10" w:rsidRDefault="004C5C10" w:rsidP="004C5C10">
            <w:pPr>
              <w:pStyle w:val="TableText"/>
            </w:pPr>
            <w:r>
              <w:t>PC2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D66A711" w14:textId="77777777" w:rsidR="004C5C10" w:rsidRDefault="004C5C10" w:rsidP="004C5C10">
            <w:pPr>
              <w:pStyle w:val="TableText"/>
            </w:pPr>
            <w:r>
              <w:t>NIC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624270A" w14:textId="361CEF53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3FAB21A" w14:textId="2319BF0D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238F78DF" w14:textId="24CE6BA4" w:rsidR="004C5C10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</w:tr>
      <w:tr w:rsidR="000F71DC" w14:paraId="0A2BA060" w14:textId="77777777" w:rsidTr="004D0D6D">
        <w:trPr>
          <w:cantSplit/>
          <w:jc w:val="center"/>
        </w:trPr>
        <w:tc>
          <w:tcPr>
            <w:tcW w:w="1617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35D62573" w14:textId="77777777" w:rsidR="000F71DC" w:rsidRDefault="000F71DC" w:rsidP="000F71DC">
            <w:pPr>
              <w:pStyle w:val="ConfigWindow"/>
            </w:pPr>
            <w:r>
              <w:t>PC2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73677C33" w14:textId="77777777" w:rsidR="000F71DC" w:rsidRPr="004D0D6D" w:rsidRDefault="000F71DC" w:rsidP="004D0D6D">
            <w:pPr>
              <w:pStyle w:val="ConfigWindow"/>
              <w:spacing w:after="120"/>
              <w:rPr>
                <w:sz w:val="20"/>
                <w:szCs w:val="20"/>
              </w:rPr>
            </w:pPr>
            <w:r w:rsidRPr="004D0D6D">
              <w:rPr>
                <w:sz w:val="20"/>
                <w:szCs w:val="20"/>
              </w:rPr>
              <w:t>NIC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64149F0B" w14:textId="03DB66AC" w:rsidR="000F71DC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06266635" w14:textId="4CAF8057" w:rsidR="000F71DC" w:rsidRPr="00351CDE" w:rsidRDefault="004D0D6D" w:rsidP="00351CDE">
            <w:pPr>
              <w:pStyle w:val="ConfigWindow"/>
            </w:pPr>
            <w:r w:rsidRPr="00351CDE">
              <w:t>blank</w:t>
            </w:r>
          </w:p>
        </w:tc>
      </w:tr>
    </w:tbl>
    <w:p w14:paraId="46B4414A" w14:textId="77777777" w:rsidR="004C5C10" w:rsidRPr="00BB73FF" w:rsidRDefault="004C5C10" w:rsidP="004C5C10">
      <w:pPr>
        <w:pStyle w:val="Heading1"/>
        <w:numPr>
          <w:ilvl w:val="0"/>
          <w:numId w:val="3"/>
        </w:numPr>
      </w:pPr>
      <w:r w:rsidRPr="00BB73FF">
        <w:t>Objective</w:t>
      </w:r>
      <w:r>
        <w:t>s</w:t>
      </w:r>
    </w:p>
    <w:p w14:paraId="0C39997D" w14:textId="77777777" w:rsidR="004C5C10" w:rsidRPr="004C0909" w:rsidRDefault="004C5C10" w:rsidP="004C5C10">
      <w:pPr>
        <w:pStyle w:val="BodyTextL25Bold"/>
      </w:pPr>
      <w:r>
        <w:t>Part 1: Complete the Addressing Table Documentation</w:t>
      </w:r>
    </w:p>
    <w:p w14:paraId="18C20F94" w14:textId="77777777" w:rsidR="004C5C10" w:rsidRPr="004C0909" w:rsidRDefault="004C5C10" w:rsidP="004C5C10">
      <w:pPr>
        <w:pStyle w:val="BodyTextL25Bold"/>
      </w:pPr>
      <w:r>
        <w:t>Part 2: Test Connectivity Using Ping</w:t>
      </w:r>
    </w:p>
    <w:p w14:paraId="67DC58F6" w14:textId="77777777" w:rsidR="004C5C10" w:rsidRPr="004C0909" w:rsidRDefault="004C5C10" w:rsidP="004C5C10">
      <w:pPr>
        <w:pStyle w:val="BodyTextL25Bold"/>
      </w:pPr>
      <w:r>
        <w:t>Part 3: Discover the Path by Tracing the Route</w:t>
      </w:r>
    </w:p>
    <w:p w14:paraId="0B4DB80D" w14:textId="77777777" w:rsidR="004C5C10" w:rsidRPr="00C07FD9" w:rsidRDefault="004C5C10" w:rsidP="004C5C10">
      <w:pPr>
        <w:pStyle w:val="Heading1"/>
        <w:numPr>
          <w:ilvl w:val="0"/>
          <w:numId w:val="3"/>
        </w:numPr>
      </w:pPr>
      <w:r>
        <w:t>Background</w:t>
      </w:r>
    </w:p>
    <w:p w14:paraId="262D0D96" w14:textId="289784B7" w:rsidR="004C5C10" w:rsidRDefault="004C5C10" w:rsidP="00795165">
      <w:pPr>
        <w:pStyle w:val="BodyTextL25"/>
      </w:pPr>
      <w:r>
        <w:t xml:space="preserve">Dual-stack allows IPv4 and IPv6 to coexist on the same network. In this activity, you will investigate a dual-stack implementation including documenting the IPv4 and IPv6 configuration for end devices, testing connectivity for both IPv4 and IPv6 using </w:t>
      </w:r>
      <w:r>
        <w:rPr>
          <w:b/>
        </w:rPr>
        <w:t>ping</w:t>
      </w:r>
      <w:r>
        <w:t>, and tracing the path from end to end for IPv4 and IPv6.Complete the Addressing Table Documentation</w:t>
      </w:r>
    </w:p>
    <w:p w14:paraId="296F0790" w14:textId="3D7079DA" w:rsidR="004C5C10" w:rsidRDefault="004C5C10" w:rsidP="004C5C10">
      <w:pPr>
        <w:pStyle w:val="Heading3"/>
      </w:pPr>
      <w:r>
        <w:t>Use ip</w:t>
      </w:r>
      <w:r w:rsidRPr="00896C9C">
        <w:t>config to verify IPv4 addressing.</w:t>
      </w:r>
    </w:p>
    <w:p w14:paraId="2381F183" w14:textId="77777777" w:rsidR="004C5C10" w:rsidRPr="000F71DC" w:rsidRDefault="004C5C10" w:rsidP="00714F46">
      <w:pPr>
        <w:pStyle w:val="SubStepAlpha"/>
        <w:spacing w:before="0"/>
      </w:pPr>
      <w:r>
        <w:t xml:space="preserve">Click </w:t>
      </w:r>
      <w:r w:rsidRPr="00C929AA">
        <w:rPr>
          <w:b/>
        </w:rPr>
        <w:t xml:space="preserve">PC1 </w:t>
      </w:r>
      <w:r>
        <w:t xml:space="preserve">and open the </w:t>
      </w:r>
      <w:r w:rsidRPr="00C929AA">
        <w:rPr>
          <w:b/>
        </w:rPr>
        <w:t>Command Prompt</w:t>
      </w:r>
      <w:r>
        <w:rPr>
          <w:b/>
        </w:rPr>
        <w:t>.</w:t>
      </w:r>
    </w:p>
    <w:p w14:paraId="4B1AEC08" w14:textId="77777777" w:rsidR="004C5C10" w:rsidRPr="004A5F54" w:rsidRDefault="004C5C10" w:rsidP="000F71DC">
      <w:pPr>
        <w:pStyle w:val="SubStepAlpha"/>
      </w:pPr>
      <w:r>
        <w:t xml:space="preserve">Enter the </w:t>
      </w:r>
      <w:r w:rsidRPr="00F64336">
        <w:rPr>
          <w:b/>
        </w:rPr>
        <w:t>ipconfig /all</w:t>
      </w:r>
      <w:r>
        <w:t xml:space="preserve"> command to collect the IPv4 information. Fill-in the </w:t>
      </w:r>
      <w:r>
        <w:rPr>
          <w:b/>
        </w:rPr>
        <w:t xml:space="preserve">Addressing Table </w:t>
      </w:r>
      <w:r>
        <w:t>with the IPv4 address, subnet mask, and default gateway.</w:t>
      </w:r>
    </w:p>
    <w:p w14:paraId="62DDC6A5" w14:textId="77777777" w:rsidR="004C5C10" w:rsidRDefault="004C5C10" w:rsidP="000F71DC">
      <w:pPr>
        <w:pStyle w:val="SubStepAlpha"/>
      </w:pPr>
      <w:r>
        <w:t xml:space="preserve">Click </w:t>
      </w:r>
      <w:r>
        <w:rPr>
          <w:b/>
        </w:rPr>
        <w:t>PC2</w:t>
      </w:r>
      <w:r w:rsidRPr="00C929AA">
        <w:rPr>
          <w:b/>
        </w:rPr>
        <w:t xml:space="preserve"> </w:t>
      </w:r>
      <w:r>
        <w:t xml:space="preserve">and open the </w:t>
      </w:r>
      <w:r w:rsidRPr="00C929AA">
        <w:rPr>
          <w:b/>
        </w:rPr>
        <w:t>Command Prompt</w:t>
      </w:r>
      <w:r>
        <w:rPr>
          <w:b/>
        </w:rPr>
        <w:t>.</w:t>
      </w:r>
    </w:p>
    <w:p w14:paraId="711A9CAD" w14:textId="77777777" w:rsidR="004C5C10" w:rsidRPr="00BB73FF" w:rsidRDefault="004C5C10" w:rsidP="000F71DC">
      <w:pPr>
        <w:pStyle w:val="SubStepAlpha"/>
      </w:pPr>
      <w:r>
        <w:t xml:space="preserve">Enter the </w:t>
      </w:r>
      <w:r w:rsidRPr="00F64336">
        <w:rPr>
          <w:b/>
        </w:rPr>
        <w:t>ipconfig /all</w:t>
      </w:r>
      <w:r>
        <w:t xml:space="preserve"> command to collect the IPv4 information. Fill-in the </w:t>
      </w:r>
      <w:r>
        <w:rPr>
          <w:b/>
        </w:rPr>
        <w:t xml:space="preserve">Addressing Table </w:t>
      </w:r>
      <w:r>
        <w:t>with the IPv4 address, subnet mask, and default gateway.</w:t>
      </w:r>
    </w:p>
    <w:p w14:paraId="24F998E7" w14:textId="77777777" w:rsidR="004C5C10" w:rsidRDefault="004C5C10" w:rsidP="004C5C10">
      <w:pPr>
        <w:pStyle w:val="Heading3"/>
      </w:pPr>
      <w:r>
        <w:t>Use ip</w:t>
      </w:r>
      <w:r w:rsidRPr="00807E49">
        <w:t>v6config to verify IPv6 addressing</w:t>
      </w:r>
      <w:r w:rsidRPr="00F9482F">
        <w:t>.</w:t>
      </w:r>
    </w:p>
    <w:p w14:paraId="166B99BB" w14:textId="77777777" w:rsidR="004C5C10" w:rsidRPr="004A5F54" w:rsidRDefault="004C5C10" w:rsidP="000F71DC">
      <w:pPr>
        <w:pStyle w:val="SubStepAlpha"/>
      </w:pPr>
      <w:r>
        <w:t xml:space="preserve">On </w:t>
      </w:r>
      <w:r>
        <w:rPr>
          <w:b/>
        </w:rPr>
        <w:t>PC1</w:t>
      </w:r>
      <w:r>
        <w:t xml:space="preserve">, enter the </w:t>
      </w:r>
      <w:r w:rsidRPr="00807E49">
        <w:rPr>
          <w:b/>
        </w:rPr>
        <w:t>ipv6config /all</w:t>
      </w:r>
      <w:r>
        <w:t xml:space="preserve"> command to collect the IPv6 information. Fill-in the </w:t>
      </w:r>
      <w:r>
        <w:rPr>
          <w:b/>
        </w:rPr>
        <w:t xml:space="preserve">Addressing Table </w:t>
      </w:r>
      <w:r>
        <w:t>with the IPv6 address, subnet prefix, and default gateway.</w:t>
      </w:r>
    </w:p>
    <w:p w14:paraId="38F55D2C" w14:textId="226F21B4" w:rsidR="004C5C10" w:rsidRDefault="004C5C10" w:rsidP="000F71DC">
      <w:pPr>
        <w:pStyle w:val="SubStepAlpha"/>
      </w:pPr>
      <w:r>
        <w:t xml:space="preserve">On </w:t>
      </w:r>
      <w:r>
        <w:rPr>
          <w:b/>
        </w:rPr>
        <w:t>PC2</w:t>
      </w:r>
      <w:r>
        <w:t xml:space="preserve">, enter the </w:t>
      </w:r>
      <w:r w:rsidRPr="00807E49">
        <w:rPr>
          <w:b/>
        </w:rPr>
        <w:t>ipv6config /all</w:t>
      </w:r>
      <w:r>
        <w:t xml:space="preserve"> command to collect the IPv6 information. Fill-in the </w:t>
      </w:r>
      <w:r>
        <w:rPr>
          <w:b/>
        </w:rPr>
        <w:t xml:space="preserve">Addressing Table </w:t>
      </w:r>
      <w:r>
        <w:t>with the IPv6 address, subnet prefix, and default gateway.</w:t>
      </w:r>
    </w:p>
    <w:p w14:paraId="38042A57" w14:textId="77777777" w:rsidR="004C5C10" w:rsidRDefault="004C5C10" w:rsidP="00714F46">
      <w:pPr>
        <w:pStyle w:val="Heading2"/>
      </w:pPr>
      <w:r>
        <w:t>Test Connectivity Using Ping</w:t>
      </w:r>
    </w:p>
    <w:p w14:paraId="12D91EC7" w14:textId="2ABE2667" w:rsidR="004C5C10" w:rsidRDefault="004C5C10" w:rsidP="004C5C10">
      <w:pPr>
        <w:pStyle w:val="Heading3"/>
      </w:pPr>
      <w:r w:rsidRPr="00246A94">
        <w:t>Use ping to verify IPv4 connectivity</w:t>
      </w:r>
      <w:r w:rsidRPr="00896C9C">
        <w:t>.</w:t>
      </w:r>
    </w:p>
    <w:p w14:paraId="2E7E8399" w14:textId="77777777" w:rsidR="00AD5E7D" w:rsidRDefault="004C5C10" w:rsidP="00714F46">
      <w:pPr>
        <w:pStyle w:val="SubStepAlpha"/>
        <w:spacing w:before="0"/>
      </w:pPr>
      <w:r>
        <w:t xml:space="preserve">From </w:t>
      </w:r>
      <w:r>
        <w:rPr>
          <w:b/>
        </w:rPr>
        <w:t>PC1</w:t>
      </w:r>
      <w:r>
        <w:t xml:space="preserve">, ping the IPv4 address for </w:t>
      </w:r>
      <w:r>
        <w:rPr>
          <w:b/>
        </w:rPr>
        <w:t>PC2</w:t>
      </w:r>
      <w:r>
        <w:t>.</w:t>
      </w:r>
    </w:p>
    <w:p w14:paraId="468B4D1D" w14:textId="77777777" w:rsidR="00AD5E7D" w:rsidRDefault="00AD5E7D" w:rsidP="00AD5E7D">
      <w:pPr>
        <w:pStyle w:val="Heading4"/>
      </w:pPr>
      <w:r>
        <w:t>Question:</w:t>
      </w:r>
    </w:p>
    <w:p w14:paraId="691A24C7" w14:textId="77777777" w:rsidR="00AD5E7D" w:rsidRDefault="004C5C10" w:rsidP="00AD5E7D">
      <w:pPr>
        <w:pStyle w:val="BodyTextL50"/>
        <w:spacing w:before="0"/>
      </w:pPr>
      <w:r>
        <w:t>Was the result successful?</w:t>
      </w:r>
    </w:p>
    <w:p w14:paraId="2B01DEEE" w14:textId="77777777" w:rsidR="00AD5E7D" w:rsidRDefault="00AD5E7D" w:rsidP="00AD5E7D">
      <w:pPr>
        <w:pStyle w:val="AnswerLineL50"/>
      </w:pPr>
      <w:r>
        <w:t>Type your answers here.</w:t>
      </w:r>
    </w:p>
    <w:p w14:paraId="737782A1" w14:textId="77777777" w:rsidR="00AD5E7D" w:rsidRDefault="004C5C10" w:rsidP="000F71DC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, ping the IPv4 address for </w:t>
      </w:r>
      <w:r>
        <w:rPr>
          <w:b/>
        </w:rPr>
        <w:t>PC1</w:t>
      </w:r>
      <w:r w:rsidR="00AD5E7D">
        <w:t>.</w:t>
      </w:r>
    </w:p>
    <w:p w14:paraId="4ADB4F9A" w14:textId="77777777" w:rsidR="00AD5E7D" w:rsidRPr="004C5C10" w:rsidRDefault="00AD5E7D" w:rsidP="00AD5E7D">
      <w:pPr>
        <w:pStyle w:val="Heading4"/>
      </w:pPr>
      <w:r>
        <w:t>Question:</w:t>
      </w:r>
    </w:p>
    <w:p w14:paraId="5A89B41D" w14:textId="77777777" w:rsidR="00AD5E7D" w:rsidRDefault="004C5C10" w:rsidP="00AD5E7D">
      <w:pPr>
        <w:pStyle w:val="BodyTextL50"/>
        <w:spacing w:before="0"/>
      </w:pPr>
      <w:r>
        <w:t>Was the result successful?</w:t>
      </w:r>
    </w:p>
    <w:p w14:paraId="6FCFAF53" w14:textId="77777777" w:rsidR="00AD5E7D" w:rsidRDefault="00AD5E7D" w:rsidP="00AD5E7D">
      <w:pPr>
        <w:pStyle w:val="AnswerLineL50"/>
      </w:pPr>
      <w:r>
        <w:t>Type your answers here.</w:t>
      </w:r>
    </w:p>
    <w:p w14:paraId="650E3BEA" w14:textId="77777777" w:rsidR="004C5C10" w:rsidRDefault="004C5C10" w:rsidP="004C5C10">
      <w:pPr>
        <w:pStyle w:val="Heading3"/>
      </w:pPr>
      <w:r>
        <w:t>Use ping to verify IPv6</w:t>
      </w:r>
      <w:r w:rsidRPr="00246A94">
        <w:t xml:space="preserve"> connectivity</w:t>
      </w:r>
      <w:r w:rsidRPr="00896C9C">
        <w:t>.</w:t>
      </w:r>
    </w:p>
    <w:p w14:paraId="4E7DB825" w14:textId="77777777" w:rsidR="00714F46" w:rsidRDefault="004C5C10" w:rsidP="000F71DC">
      <w:pPr>
        <w:pStyle w:val="SubStepAlpha"/>
      </w:pPr>
      <w:r>
        <w:t xml:space="preserve">From </w:t>
      </w:r>
      <w:r>
        <w:rPr>
          <w:b/>
        </w:rPr>
        <w:t>PC1</w:t>
      </w:r>
      <w:r>
        <w:t xml:space="preserve">, ping the IPv6 address for </w:t>
      </w:r>
      <w:r>
        <w:rPr>
          <w:b/>
        </w:rPr>
        <w:t>PC2</w:t>
      </w:r>
      <w:r w:rsidR="00714F46">
        <w:t>.</w:t>
      </w:r>
    </w:p>
    <w:p w14:paraId="2106D304" w14:textId="39F30B51" w:rsidR="00714F46" w:rsidRDefault="00714F46" w:rsidP="00714F46">
      <w:pPr>
        <w:pStyle w:val="Heading4"/>
      </w:pPr>
      <w:r>
        <w:t>Question:</w:t>
      </w:r>
    </w:p>
    <w:p w14:paraId="3FD87D2B" w14:textId="77777777" w:rsidR="00714F46" w:rsidRDefault="004C5C10" w:rsidP="00714F46">
      <w:pPr>
        <w:pStyle w:val="BodyTextL50"/>
        <w:spacing w:before="0"/>
      </w:pPr>
      <w:r>
        <w:t>Was the result successful?</w:t>
      </w:r>
    </w:p>
    <w:p w14:paraId="05AD9B30" w14:textId="2C3BB143" w:rsidR="00714F46" w:rsidRDefault="00714F46" w:rsidP="00714F46">
      <w:pPr>
        <w:pStyle w:val="AnswerLineL50"/>
      </w:pPr>
      <w:r>
        <w:t>Type your answers here.</w:t>
      </w:r>
    </w:p>
    <w:p w14:paraId="033952F7" w14:textId="17F1EA66" w:rsidR="00714F46" w:rsidRDefault="004C5C10" w:rsidP="00795165">
      <w:pPr>
        <w:pStyle w:val="BodyTextL50"/>
      </w:pPr>
      <w:r>
        <w:t xml:space="preserve">From </w:t>
      </w:r>
      <w:r>
        <w:rPr>
          <w:b/>
        </w:rPr>
        <w:t>PC2</w:t>
      </w:r>
      <w:r>
        <w:t xml:space="preserve">, ping the IPv6 address of </w:t>
      </w:r>
      <w:r>
        <w:rPr>
          <w:b/>
        </w:rPr>
        <w:t>PC1</w:t>
      </w:r>
      <w:r w:rsidR="00714F46">
        <w:t>.</w:t>
      </w:r>
    </w:p>
    <w:p w14:paraId="529DCD6F" w14:textId="26AAE62A" w:rsidR="00714F46" w:rsidRDefault="00714F46" w:rsidP="00714F46">
      <w:pPr>
        <w:pStyle w:val="Heading4"/>
      </w:pPr>
      <w:r>
        <w:t>Question:</w:t>
      </w:r>
    </w:p>
    <w:p w14:paraId="32A830B2" w14:textId="1F6BBCDE" w:rsidR="00714F46" w:rsidRDefault="004C5C10" w:rsidP="00714F46">
      <w:pPr>
        <w:pStyle w:val="BodyTextL50"/>
        <w:spacing w:before="0"/>
      </w:pPr>
      <w:r>
        <w:t>Was the result successful?</w:t>
      </w:r>
    </w:p>
    <w:p w14:paraId="4C0B962C" w14:textId="14EBD1A8" w:rsidR="00714F46" w:rsidRDefault="00714F46" w:rsidP="00714F46">
      <w:pPr>
        <w:pStyle w:val="AnswerLineL50"/>
      </w:pPr>
      <w:r>
        <w:t>Type your answers here.</w:t>
      </w:r>
    </w:p>
    <w:p w14:paraId="188A0401" w14:textId="77777777" w:rsidR="004C5C10" w:rsidRDefault="004C5C10" w:rsidP="00714F46">
      <w:pPr>
        <w:pStyle w:val="Heading2"/>
      </w:pPr>
      <w:r>
        <w:t>Discover the Path by Tracing the Route</w:t>
      </w:r>
    </w:p>
    <w:p w14:paraId="01C86260" w14:textId="704D386D" w:rsidR="004C5C10" w:rsidRDefault="004C5C10" w:rsidP="004C5C10">
      <w:pPr>
        <w:pStyle w:val="Heading3"/>
      </w:pPr>
      <w:r>
        <w:t xml:space="preserve">Use tracert to discover the </w:t>
      </w:r>
      <w:r w:rsidRPr="00552903">
        <w:t xml:space="preserve">IPv4 </w:t>
      </w:r>
      <w:r>
        <w:t>path</w:t>
      </w:r>
      <w:r w:rsidRPr="00896C9C">
        <w:t>.</w:t>
      </w:r>
    </w:p>
    <w:p w14:paraId="7F729F57" w14:textId="77777777" w:rsidR="004C5C10" w:rsidRDefault="004C5C10" w:rsidP="00714F46">
      <w:pPr>
        <w:pStyle w:val="SubStepAlpha"/>
        <w:spacing w:before="0"/>
      </w:pPr>
      <w:r>
        <w:t xml:space="preserve">From </w:t>
      </w:r>
      <w:r>
        <w:rPr>
          <w:b/>
        </w:rPr>
        <w:t>PC1</w:t>
      </w:r>
      <w:r>
        <w:t xml:space="preserve">, trace the route to </w:t>
      </w:r>
      <w:r>
        <w:rPr>
          <w:b/>
        </w:rPr>
        <w:t>PC2</w:t>
      </w:r>
      <w:r>
        <w:t xml:space="preserve">. </w:t>
      </w:r>
    </w:p>
    <w:p w14:paraId="6B57BBB9" w14:textId="77777777" w:rsidR="004C5C10" w:rsidRDefault="004C5C10" w:rsidP="004C5C10">
      <w:pPr>
        <w:pStyle w:val="CMD"/>
        <w:rPr>
          <w:b/>
        </w:rPr>
      </w:pPr>
      <w:r>
        <w:t xml:space="preserve">PC&gt; </w:t>
      </w:r>
      <w:r w:rsidRPr="006E4139">
        <w:rPr>
          <w:b/>
        </w:rPr>
        <w:t xml:space="preserve">tracert </w:t>
      </w:r>
      <w:r>
        <w:rPr>
          <w:b/>
        </w:rPr>
        <w:t>10.10.1.20</w:t>
      </w:r>
    </w:p>
    <w:p w14:paraId="1FC9A75D" w14:textId="77777777" w:rsidR="000F71DC" w:rsidRDefault="000F71DC" w:rsidP="000F71DC">
      <w:pPr>
        <w:pStyle w:val="Heading4"/>
      </w:pPr>
      <w:r>
        <w:t>Questions:</w:t>
      </w:r>
    </w:p>
    <w:p w14:paraId="162657B4" w14:textId="77777777" w:rsidR="000F71DC" w:rsidRDefault="004C5C10" w:rsidP="000F71DC">
      <w:pPr>
        <w:pStyle w:val="BodyTextL50"/>
        <w:spacing w:before="0"/>
      </w:pPr>
      <w:r>
        <w:t>What addresses were encountered along the path?</w:t>
      </w:r>
    </w:p>
    <w:p w14:paraId="57FF61B7" w14:textId="77777777" w:rsidR="000F71DC" w:rsidRDefault="000F71DC" w:rsidP="000F71DC">
      <w:pPr>
        <w:pStyle w:val="AnswerLineL50"/>
      </w:pPr>
      <w:r>
        <w:t>Type your answers here.</w:t>
      </w:r>
    </w:p>
    <w:p w14:paraId="76D99474" w14:textId="77777777" w:rsidR="000F71DC" w:rsidRDefault="004C5C10" w:rsidP="004C5C10">
      <w:pPr>
        <w:pStyle w:val="BodyTextL50"/>
      </w:pPr>
      <w:r>
        <w:t>With which interfaces are the four addresses associated</w:t>
      </w:r>
    </w:p>
    <w:p w14:paraId="1421290B" w14:textId="77777777" w:rsidR="000F71DC" w:rsidRDefault="000F71DC" w:rsidP="000F71DC">
      <w:pPr>
        <w:pStyle w:val="AnswerLineL50"/>
      </w:pPr>
      <w:r>
        <w:t>Type your answers here.</w:t>
      </w:r>
    </w:p>
    <w:p w14:paraId="72BC63E6" w14:textId="4B8858DA" w:rsidR="004C5C10" w:rsidRDefault="004C5C10" w:rsidP="000F71DC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, trace the route to </w:t>
      </w:r>
      <w:r>
        <w:rPr>
          <w:b/>
        </w:rPr>
        <w:t>PC1</w:t>
      </w:r>
      <w:r w:rsidR="00240916">
        <w:t>.</w:t>
      </w:r>
    </w:p>
    <w:p w14:paraId="48C5765E" w14:textId="2A706C90" w:rsidR="00240916" w:rsidRDefault="00240916" w:rsidP="00240916">
      <w:pPr>
        <w:pStyle w:val="Heading4"/>
      </w:pPr>
      <w:r>
        <w:t>Questions:</w:t>
      </w:r>
    </w:p>
    <w:p w14:paraId="130F2E01" w14:textId="77777777" w:rsidR="00240916" w:rsidRDefault="004C5C10" w:rsidP="00240916">
      <w:pPr>
        <w:pStyle w:val="BodyTextL50"/>
        <w:spacing w:before="0"/>
      </w:pPr>
      <w:r>
        <w:t>What addresses were encountered along the path?</w:t>
      </w:r>
    </w:p>
    <w:p w14:paraId="05E2B719" w14:textId="2D8A19D3" w:rsidR="00240916" w:rsidRDefault="00240916" w:rsidP="00240916">
      <w:pPr>
        <w:pStyle w:val="AnswerLineL50"/>
      </w:pPr>
      <w:r>
        <w:t>Type your answers here.</w:t>
      </w:r>
    </w:p>
    <w:p w14:paraId="34C5398B" w14:textId="77777777" w:rsidR="00240916" w:rsidRDefault="004C5C10" w:rsidP="004C5C10">
      <w:pPr>
        <w:pStyle w:val="BodyTextL50"/>
      </w:pPr>
      <w:r>
        <w:t>With which interfaces are the four addresses associated?</w:t>
      </w:r>
    </w:p>
    <w:p w14:paraId="084D5DDD" w14:textId="3A924355" w:rsidR="00240916" w:rsidRDefault="00240916" w:rsidP="00240916">
      <w:pPr>
        <w:pStyle w:val="AnswerLineL50"/>
      </w:pPr>
      <w:r>
        <w:t>Type your answers here.</w:t>
      </w:r>
    </w:p>
    <w:p w14:paraId="750A3458" w14:textId="77777777" w:rsidR="004C5C10" w:rsidRDefault="004C5C10" w:rsidP="004C5C10">
      <w:pPr>
        <w:pStyle w:val="Heading3"/>
      </w:pPr>
      <w:r>
        <w:t>Use tracert to discover the IPv6</w:t>
      </w:r>
      <w:r w:rsidRPr="00552903">
        <w:t xml:space="preserve"> </w:t>
      </w:r>
      <w:r>
        <w:t>path</w:t>
      </w:r>
      <w:r w:rsidRPr="00F9482F">
        <w:t>.</w:t>
      </w:r>
    </w:p>
    <w:p w14:paraId="2386F933" w14:textId="77777777" w:rsidR="004C5C10" w:rsidRDefault="004C5C10" w:rsidP="000F71DC">
      <w:pPr>
        <w:pStyle w:val="SubStepAlpha"/>
      </w:pPr>
      <w:r>
        <w:t xml:space="preserve">From </w:t>
      </w:r>
      <w:r>
        <w:rPr>
          <w:b/>
        </w:rPr>
        <w:t>PC1</w:t>
      </w:r>
      <w:r>
        <w:t xml:space="preserve">, trace the route to the IPv6 address for </w:t>
      </w:r>
      <w:r>
        <w:rPr>
          <w:b/>
        </w:rPr>
        <w:t>PC2</w:t>
      </w:r>
      <w:r w:rsidR="000F71DC">
        <w:t>.</w:t>
      </w:r>
    </w:p>
    <w:p w14:paraId="0C12DC4B" w14:textId="420C78E5" w:rsidR="004C5C10" w:rsidRPr="006E4139" w:rsidRDefault="004C5C10" w:rsidP="004C5C10">
      <w:pPr>
        <w:pStyle w:val="CMD"/>
        <w:rPr>
          <w:b/>
        </w:rPr>
      </w:pPr>
      <w:r w:rsidRPr="006E4139">
        <w:t>PC&gt;</w:t>
      </w:r>
      <w:r>
        <w:t xml:space="preserve"> </w:t>
      </w:r>
      <w:r w:rsidRPr="006E4139">
        <w:rPr>
          <w:b/>
        </w:rPr>
        <w:t xml:space="preserve">tracert </w:t>
      </w:r>
      <w:r w:rsidRPr="00CA70C5">
        <w:rPr>
          <w:b/>
        </w:rPr>
        <w:t>2001:</w:t>
      </w:r>
      <w:r w:rsidR="00211DD5">
        <w:rPr>
          <w:b/>
        </w:rPr>
        <w:t>db</w:t>
      </w:r>
      <w:proofErr w:type="gramStart"/>
      <w:r w:rsidRPr="00CA70C5">
        <w:rPr>
          <w:b/>
        </w:rPr>
        <w:t>8:1:4::</w:t>
      </w:r>
      <w:proofErr w:type="gramEnd"/>
      <w:r w:rsidR="00211DD5">
        <w:rPr>
          <w:b/>
        </w:rPr>
        <w:t>a</w:t>
      </w:r>
    </w:p>
    <w:p w14:paraId="4A99D6A7" w14:textId="77777777" w:rsidR="000F71DC" w:rsidRDefault="000F71DC" w:rsidP="000F71DC">
      <w:pPr>
        <w:pStyle w:val="Heading4"/>
      </w:pPr>
      <w:r>
        <w:t>Questions:</w:t>
      </w:r>
    </w:p>
    <w:p w14:paraId="0ACCA15C" w14:textId="77777777" w:rsidR="000F71DC" w:rsidRDefault="004C5C10" w:rsidP="000F71DC">
      <w:pPr>
        <w:pStyle w:val="BodyTextL50"/>
        <w:spacing w:before="0"/>
      </w:pPr>
      <w:r>
        <w:t>What addresses were encountered along the path?</w:t>
      </w:r>
    </w:p>
    <w:p w14:paraId="6756EDFB" w14:textId="77777777" w:rsidR="000F71DC" w:rsidRDefault="000F71DC" w:rsidP="000F71DC">
      <w:pPr>
        <w:pStyle w:val="AnswerLineL50"/>
      </w:pPr>
      <w:r>
        <w:t>Type your answers here.</w:t>
      </w:r>
    </w:p>
    <w:p w14:paraId="227BCBD9" w14:textId="77777777" w:rsidR="000F71DC" w:rsidRDefault="004C5C10" w:rsidP="004C5C10">
      <w:pPr>
        <w:pStyle w:val="BodyTextL50"/>
      </w:pPr>
      <w:r>
        <w:t>With which interfaces are the four addresses associated?</w:t>
      </w:r>
    </w:p>
    <w:p w14:paraId="0247FCDB" w14:textId="77777777" w:rsidR="000F71DC" w:rsidRDefault="000F71DC" w:rsidP="000F71DC">
      <w:pPr>
        <w:pStyle w:val="AnswerLineL50"/>
      </w:pPr>
      <w:r>
        <w:t>Type your answers here.</w:t>
      </w:r>
    </w:p>
    <w:p w14:paraId="3136A8D0" w14:textId="77777777" w:rsidR="004C5C10" w:rsidRDefault="004C5C10" w:rsidP="000F71DC">
      <w:pPr>
        <w:pStyle w:val="SubStepAlpha"/>
      </w:pPr>
      <w:r>
        <w:t xml:space="preserve">From </w:t>
      </w:r>
      <w:r>
        <w:rPr>
          <w:b/>
        </w:rPr>
        <w:t>PC2</w:t>
      </w:r>
      <w:r>
        <w:t xml:space="preserve">, trace the route to the IPv6 address for </w:t>
      </w:r>
      <w:r>
        <w:rPr>
          <w:b/>
        </w:rPr>
        <w:t>PC1</w:t>
      </w:r>
      <w:r w:rsidR="000F71DC">
        <w:t>.</w:t>
      </w:r>
    </w:p>
    <w:p w14:paraId="18F70E27" w14:textId="77777777" w:rsidR="000F71DC" w:rsidRDefault="000F71DC" w:rsidP="000F71DC">
      <w:pPr>
        <w:pStyle w:val="Heading4"/>
      </w:pPr>
      <w:r>
        <w:t>Questions:</w:t>
      </w:r>
    </w:p>
    <w:p w14:paraId="58E6B8CC" w14:textId="77777777" w:rsidR="000F71DC" w:rsidRDefault="004C5C10" w:rsidP="000F71DC">
      <w:pPr>
        <w:pStyle w:val="BodyTextL50"/>
        <w:spacing w:before="0"/>
      </w:pPr>
      <w:r>
        <w:t>What addresses were encountered along the path?</w:t>
      </w:r>
    </w:p>
    <w:p w14:paraId="264C40A7" w14:textId="77777777" w:rsidR="000F71DC" w:rsidRDefault="000F71DC" w:rsidP="000F71DC">
      <w:pPr>
        <w:pStyle w:val="AnswerLineL50"/>
      </w:pPr>
      <w:r>
        <w:t>Type your answers here.</w:t>
      </w:r>
    </w:p>
    <w:p w14:paraId="33131A7B" w14:textId="77777777" w:rsidR="000F71DC" w:rsidRDefault="004C5C10" w:rsidP="004C5C10">
      <w:pPr>
        <w:pStyle w:val="BodyTextL50"/>
      </w:pPr>
      <w:r>
        <w:t>With which interfaces are the four addresses associated?</w:t>
      </w:r>
    </w:p>
    <w:p w14:paraId="7EEB9E6C" w14:textId="77777777" w:rsidR="000F71DC" w:rsidRDefault="000F71DC" w:rsidP="00351CDE">
      <w:pPr>
        <w:pStyle w:val="AnswerLineL50"/>
      </w:pPr>
      <w:r>
        <w:t>Type your answer</w:t>
      </w:r>
      <w:bookmarkStart w:id="0" w:name="_GoBack"/>
      <w:bookmarkEnd w:id="0"/>
      <w:r>
        <w:t>s here.</w:t>
      </w:r>
    </w:p>
    <w:p w14:paraId="2A2BF40D" w14:textId="5D014DFF" w:rsidR="004C5C10" w:rsidRPr="000F36A0" w:rsidRDefault="004C5C10" w:rsidP="000F36A0">
      <w:pPr>
        <w:pStyle w:val="ConfigWindow"/>
        <w:rPr>
          <w:sz w:val="20"/>
        </w:rPr>
      </w:pPr>
      <w:r w:rsidRPr="004C5C10">
        <w:t>End of document</w:t>
      </w:r>
    </w:p>
    <w:sectPr w:rsidR="004C5C10" w:rsidRPr="000F36A0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2C368" w14:textId="77777777" w:rsidR="0047651C" w:rsidRDefault="0047651C" w:rsidP="00710659">
      <w:pPr>
        <w:spacing w:after="0" w:line="240" w:lineRule="auto"/>
      </w:pPr>
      <w:r>
        <w:separator/>
      </w:r>
    </w:p>
    <w:p w14:paraId="75BF4EB6" w14:textId="77777777" w:rsidR="0047651C" w:rsidRDefault="0047651C"/>
  </w:endnote>
  <w:endnote w:type="continuationSeparator" w:id="0">
    <w:p w14:paraId="517C0F0E" w14:textId="77777777" w:rsidR="0047651C" w:rsidRDefault="0047651C" w:rsidP="00710659">
      <w:pPr>
        <w:spacing w:after="0" w:line="240" w:lineRule="auto"/>
      </w:pPr>
      <w:r>
        <w:continuationSeparator/>
      </w:r>
    </w:p>
    <w:p w14:paraId="1F5A6A59" w14:textId="77777777" w:rsidR="0047651C" w:rsidRDefault="004765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5C864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DB026" w14:textId="3164C566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C5C10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516FC3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67243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67243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A5CA4" w14:textId="28B5E30A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C5C10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516FC3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A1FF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A1FF5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5F1A5" w14:textId="77777777" w:rsidR="0047651C" w:rsidRDefault="0047651C" w:rsidP="00710659">
      <w:pPr>
        <w:spacing w:after="0" w:line="240" w:lineRule="auto"/>
      </w:pPr>
      <w:r>
        <w:separator/>
      </w:r>
    </w:p>
    <w:p w14:paraId="70D4134A" w14:textId="77777777" w:rsidR="0047651C" w:rsidRDefault="0047651C"/>
  </w:footnote>
  <w:footnote w:type="continuationSeparator" w:id="0">
    <w:p w14:paraId="5C4B7DBC" w14:textId="77777777" w:rsidR="0047651C" w:rsidRDefault="0047651C" w:rsidP="00710659">
      <w:pPr>
        <w:spacing w:after="0" w:line="240" w:lineRule="auto"/>
      </w:pPr>
      <w:r>
        <w:continuationSeparator/>
      </w:r>
    </w:p>
    <w:p w14:paraId="57237AC0" w14:textId="77777777" w:rsidR="0047651C" w:rsidRDefault="004765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F26D0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D9A7A7BC4F444F318C350ACB8018126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CC52E81" w14:textId="77777777" w:rsidR="00926CB2" w:rsidRDefault="004C5C10" w:rsidP="008402F2">
        <w:pPr>
          <w:pStyle w:val="PageHead"/>
        </w:pPr>
        <w:r>
          <w:t>Packet Tracer - Verify IPv4 and IPv6 Addressing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EAFB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4887D7C" wp14:editId="2342C59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A821A02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87C49F8"/>
    <w:multiLevelType w:val="multilevel"/>
    <w:tmpl w:val="84D4590C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87A"/>
    <w:rsid w:val="000010E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5684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36A0"/>
    <w:rsid w:val="000F6743"/>
    <w:rsid w:val="000F71DC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57D31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1DD5"/>
    <w:rsid w:val="00215665"/>
    <w:rsid w:val="002163BB"/>
    <w:rsid w:val="0021792C"/>
    <w:rsid w:val="002240AB"/>
    <w:rsid w:val="00225E37"/>
    <w:rsid w:val="00231229"/>
    <w:rsid w:val="00231DCA"/>
    <w:rsid w:val="00235792"/>
    <w:rsid w:val="00240916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356BA"/>
    <w:rsid w:val="0034218C"/>
    <w:rsid w:val="0034455D"/>
    <w:rsid w:val="0034604B"/>
    <w:rsid w:val="00346D17"/>
    <w:rsid w:val="00347972"/>
    <w:rsid w:val="00351CDE"/>
    <w:rsid w:val="00352718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00BA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51C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5C10"/>
    <w:rsid w:val="004D01F2"/>
    <w:rsid w:val="004D0D6D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16FC3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144D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1FF5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4F46"/>
    <w:rsid w:val="007219F8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5165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E7156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487A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5E7D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7243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286F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12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0C48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9B6F23"/>
  <w15:docId w15:val="{5AE0431E-9631-441C-8AA2-A1CF451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0F71DC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0F71DC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714F46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F71DC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351CD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714F46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51CDE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795165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51CD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F71DC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0F71DC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0F71DC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351CDE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A7A7BC4F444F318C350ACB80181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824A6-5A28-4BD9-8274-0AAAEDB9AE27}"/>
      </w:docPartPr>
      <w:docPartBody>
        <w:p w:rsidR="00EC4C28" w:rsidRDefault="00710788">
          <w:pPr>
            <w:pStyle w:val="D9A7A7BC4F444F318C350ACB80181265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788"/>
    <w:rsid w:val="0036784B"/>
    <w:rsid w:val="00501B6C"/>
    <w:rsid w:val="00554490"/>
    <w:rsid w:val="006C1991"/>
    <w:rsid w:val="006D2FCD"/>
    <w:rsid w:val="00710788"/>
    <w:rsid w:val="007272ED"/>
    <w:rsid w:val="00AD481B"/>
    <w:rsid w:val="00EC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9A7A7BC4F444F318C350ACB80181265">
    <w:name w:val="D9A7A7BC4F444F318C350ACB801812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42C23-15D5-47D0-930D-24B2A599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8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Verify IPv4 and IPv6 Addressing</vt:lpstr>
    </vt:vector>
  </TitlesOfParts>
  <Company>Cisco Systems, Inc.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Verify IPv4 and IPv6 Addressing</dc:title>
  <dc:creator>SP</dc:creator>
  <dc:description>2013</dc:description>
  <cp:lastModifiedBy>Suk-Yi Pennock -X (spennock - UNICON INC at Cisco)</cp:lastModifiedBy>
  <cp:revision>8</cp:revision>
  <cp:lastPrinted>2019-12-03T20:28:00Z</cp:lastPrinted>
  <dcterms:created xsi:type="dcterms:W3CDTF">2019-11-27T20:42:00Z</dcterms:created>
  <dcterms:modified xsi:type="dcterms:W3CDTF">2019-12-03T20:28:00Z</dcterms:modified>
</cp:coreProperties>
</file>